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A15430" w:rsidRDefault="00F0031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A15430">
        <w:rPr>
          <w:rFonts w:ascii="Calibri" w:hAnsi="Calibri" w:cs="Calibri"/>
          <w:b/>
          <w:sz w:val="22"/>
          <w:szCs w:val="16"/>
        </w:rPr>
        <w:t>Anexa 10</w:t>
      </w:r>
    </w:p>
    <w:p w:rsidR="006D5DAA" w:rsidRDefault="006D5DAA" w:rsidP="005C7AFF">
      <w:pPr>
        <w:jc w:val="right"/>
        <w:rPr>
          <w:rFonts w:ascii="Calibri" w:hAnsi="Calibri" w:cs="Calibri"/>
          <w:sz w:val="16"/>
          <w:szCs w:val="16"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 xml:space="preserve">Notă </w:t>
      </w: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>privind fundamentarea costurilor</w:t>
      </w: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  <w:i/>
        </w:rPr>
      </w:pPr>
      <w:r w:rsidRPr="00C15647">
        <w:rPr>
          <w:rFonts w:ascii="Calibri" w:hAnsi="Calibri" w:cs="Calibri"/>
          <w:i/>
        </w:rPr>
        <w:t xml:space="preserve">Acest model se va completa de către proiectant </w:t>
      </w:r>
      <w:r w:rsidR="00083C36">
        <w:rPr>
          <w:rFonts w:ascii="Calibri" w:hAnsi="Calibri" w:cs="Calibri"/>
          <w:i/>
        </w:rPr>
        <w:t>ș</w:t>
      </w:r>
      <w:r w:rsidRPr="00C15647">
        <w:rPr>
          <w:rFonts w:ascii="Calibri" w:hAnsi="Calibri" w:cs="Calibri"/>
          <w:i/>
        </w:rPr>
        <w:t xml:space="preserve">i se va data, semna și ștampila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În cadrul proiectului nr. ............. </w:t>
      </w:r>
      <w:r w:rsidRPr="00C15647">
        <w:rPr>
          <w:rFonts w:ascii="Calibri" w:hAnsi="Calibri" w:cs="Calibri"/>
          <w:i/>
        </w:rPr>
        <w:t>(nr proiect- DALI/SF/PT)</w:t>
      </w:r>
      <w:r w:rsidRPr="00C15647">
        <w:rPr>
          <w:rFonts w:ascii="Calibri" w:hAnsi="Calibri" w:cs="Calibri"/>
        </w:rPr>
        <w:t>,  cu titlul ........................................................................ (</w:t>
      </w:r>
      <w:r w:rsidRPr="00C15647">
        <w:rPr>
          <w:rFonts w:ascii="Calibri" w:hAnsi="Calibri" w:cs="Calibri"/>
          <w:i/>
        </w:rPr>
        <w:t>titlul proiectului)</w:t>
      </w:r>
      <w:r w:rsidRPr="00C15647">
        <w:rPr>
          <w:rFonts w:ascii="Calibri" w:hAnsi="Calibri" w:cs="Calibri"/>
        </w:rPr>
        <w:t>, solicitant ...................................</w:t>
      </w:r>
      <w:r w:rsidRPr="00C15647">
        <w:rPr>
          <w:rFonts w:ascii="Calibri" w:hAnsi="Calibri" w:cs="Calibri"/>
          <w:i/>
        </w:rPr>
        <w:t xml:space="preserve">(denumire solicitant), </w:t>
      </w:r>
      <w:r w:rsidRPr="00C15647">
        <w:rPr>
          <w:rFonts w:ascii="Calibri" w:hAnsi="Calibri" w:cs="Calibri"/>
        </w:rPr>
        <w:t>sunt propuse lucrări/echipamente/dotări/servicii, ale căror costuri au fost stabilite după cum urmează:</w:t>
      </w:r>
    </w:p>
    <w:p w:rsidR="006D5DAA" w:rsidRPr="00C15647" w:rsidRDefault="006D5DAA" w:rsidP="006D5DAA">
      <w:pPr>
        <w:rPr>
          <w:rFonts w:ascii="Calibri" w:hAnsi="Calibri" w:cs="Calibri"/>
          <w:i/>
        </w:rPr>
      </w:pPr>
    </w:p>
    <w:p w:rsidR="006D5DAA" w:rsidRPr="00C15647" w:rsidRDefault="006D5DAA" w:rsidP="006D5DAA">
      <w:pPr>
        <w:rPr>
          <w:rFonts w:ascii="Calibri" w:hAnsi="Calibri" w:cs="Calibri"/>
          <w:b/>
          <w:bCs/>
        </w:rPr>
      </w:pPr>
      <w:r w:rsidRPr="00C15647">
        <w:rPr>
          <w:rFonts w:ascii="Calibri" w:hAnsi="Calibri" w:cs="Calibri"/>
          <w:i/>
        </w:rPr>
        <w:t xml:space="preserve">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Categorie de lucrări/ echipamente/servicii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Documente justificative care stau la baza stabilirii costului aferent*</w:t>
            </w: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</w:tbl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............................ </w:t>
      </w:r>
      <w:r w:rsidRPr="00C15647">
        <w:rPr>
          <w:rFonts w:ascii="Calibri" w:hAnsi="Calibri" w:cs="Calibri"/>
          <w:i/>
        </w:rPr>
        <w:t>(denumire proiectant)</w:t>
      </w:r>
      <w:r w:rsidRPr="00C15647">
        <w:rPr>
          <w:rFonts w:ascii="Calibri" w:hAnsi="Calibri" w:cs="Calibri"/>
        </w:rPr>
        <w:t xml:space="preserve"> certific corectitudinea datelor prezentate mai sus.</w:t>
      </w: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6D5DAA" w:rsidRPr="00C15647" w:rsidTr="00C15647"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>Semnătură proiectant</w:t>
            </w:r>
          </w:p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 xml:space="preserve">                                                 Data:</w:t>
            </w:r>
          </w:p>
        </w:tc>
      </w:tr>
      <w:tr w:rsidR="006D5DAA" w:rsidRPr="00C15647" w:rsidTr="00C15647">
        <w:trPr>
          <w:trHeight w:val="245"/>
        </w:trPr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</w:tr>
    </w:tbl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9E1179" w:rsidRPr="00C15647" w:rsidRDefault="009E1179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>*se vor înscrie și atașa oferte de preț echipamente, liste de cantități și prețuri unitare provenite din surse verificabile și obiective, care au stat la baza stabilirii prețurilor</w:t>
      </w:r>
    </w:p>
    <w:sectPr w:rsidR="006D5DAA" w:rsidRPr="00C15647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BCE" w:rsidRDefault="006E4BCE">
      <w:r>
        <w:separator/>
      </w:r>
    </w:p>
  </w:endnote>
  <w:endnote w:type="continuationSeparator" w:id="0">
    <w:p w:rsidR="006E4BCE" w:rsidRDefault="006E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4D7379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4D7379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BCE" w:rsidRDefault="006E4BCE">
      <w:r>
        <w:separator/>
      </w:r>
    </w:p>
  </w:footnote>
  <w:footnote w:type="continuationSeparator" w:id="0">
    <w:p w:rsidR="006E4BCE" w:rsidRDefault="006E4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4D7379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4D7379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83C36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4D7379"/>
    <w:rsid w:val="00523BEA"/>
    <w:rsid w:val="005A6B00"/>
    <w:rsid w:val="005C21C9"/>
    <w:rsid w:val="005C7AFF"/>
    <w:rsid w:val="00643AC4"/>
    <w:rsid w:val="006B79B9"/>
    <w:rsid w:val="006D5DAA"/>
    <w:rsid w:val="006E4BCE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E1179"/>
    <w:rsid w:val="009F711B"/>
    <w:rsid w:val="00A06DE4"/>
    <w:rsid w:val="00A15430"/>
    <w:rsid w:val="00AE4990"/>
    <w:rsid w:val="00B15233"/>
    <w:rsid w:val="00BD3175"/>
    <w:rsid w:val="00C05C7A"/>
    <w:rsid w:val="00C15647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00313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C3A8EED-BD73-41A6-8C71-E61544F1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6D5DAA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BD1FC-323B-4208-A28E-131AAA6C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2023-08-09T11:22:00Z</dcterms:created>
  <dcterms:modified xsi:type="dcterms:W3CDTF">2023-08-09T11:22:00Z</dcterms:modified>
</cp:coreProperties>
</file>